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94657" w14:textId="77777777" w:rsidR="00E251B4" w:rsidRDefault="00E251B4" w:rsidP="007F53DC">
      <w:pPr>
        <w:rPr>
          <w:szCs w:val="20"/>
        </w:rPr>
      </w:pPr>
    </w:p>
    <w:p w14:paraId="4D033492" w14:textId="25916211" w:rsidR="00557614" w:rsidRPr="007F0BFF" w:rsidRDefault="00557614" w:rsidP="00557614">
      <w:pPr>
        <w:jc w:val="right"/>
        <w:rPr>
          <w:rFonts w:ascii="Arial" w:hAnsi="Arial" w:cs="Arial"/>
          <w:b/>
          <w:bCs/>
          <w:noProof/>
          <w:u w:val="single"/>
        </w:rPr>
      </w:pPr>
      <w:r w:rsidRPr="007F0BFF">
        <w:rPr>
          <w:rFonts w:ascii="Arial" w:hAnsi="Arial" w:cs="Arial"/>
          <w:b/>
          <w:bCs/>
          <w:noProof/>
          <w:u w:val="single"/>
        </w:rPr>
        <w:t xml:space="preserve">Załącznik nr </w:t>
      </w:r>
      <w:r w:rsidR="00B72785">
        <w:rPr>
          <w:rFonts w:ascii="Arial" w:hAnsi="Arial" w:cs="Arial"/>
          <w:b/>
          <w:bCs/>
          <w:noProof/>
          <w:u w:val="single"/>
        </w:rPr>
        <w:t>9</w:t>
      </w:r>
    </w:p>
    <w:p w14:paraId="3BB9FA79" w14:textId="77777777" w:rsidR="00D7079E" w:rsidRPr="00D7079E" w:rsidRDefault="00D7079E" w:rsidP="00D7079E">
      <w:pPr>
        <w:tabs>
          <w:tab w:val="left" w:pos="1390"/>
          <w:tab w:val="center" w:pos="4536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D7079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Zamówienie nr LOG-P-Z/0005/2025 pn.:</w:t>
      </w:r>
    </w:p>
    <w:p w14:paraId="68CAC6D3" w14:textId="77777777" w:rsidR="00D7079E" w:rsidRPr="00D7079E" w:rsidRDefault="00D7079E" w:rsidP="00D7079E">
      <w:pPr>
        <w:tabs>
          <w:tab w:val="left" w:pos="364"/>
          <w:tab w:val="left" w:pos="406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color w:val="2F5496" w:themeColor="accent1" w:themeShade="BF"/>
          <w:sz w:val="24"/>
          <w:szCs w:val="24"/>
          <w:u w:val="single"/>
          <w:lang w:eastAsia="pl-PL"/>
        </w:rPr>
      </w:pPr>
      <w:r w:rsidRPr="00D7079E">
        <w:rPr>
          <w:rFonts w:ascii="Arial" w:eastAsia="Times New Roman" w:hAnsi="Arial" w:cs="Arial"/>
          <w:b/>
          <w:bCs/>
          <w:color w:val="2F5496" w:themeColor="accent1" w:themeShade="BF"/>
          <w:sz w:val="24"/>
          <w:szCs w:val="24"/>
          <w:u w:val="single"/>
          <w:lang w:eastAsia="pl-PL"/>
        </w:rPr>
        <w:t>„</w:t>
      </w:r>
      <w:bookmarkStart w:id="0" w:name="_Hlk189128801"/>
      <w:r w:rsidRPr="00D7079E">
        <w:rPr>
          <w:rFonts w:ascii="Arial" w:eastAsia="Times New Roman" w:hAnsi="Arial" w:cs="Arial"/>
          <w:b/>
          <w:bCs/>
          <w:color w:val="2F5496" w:themeColor="accent1" w:themeShade="BF"/>
          <w:sz w:val="24"/>
          <w:szCs w:val="24"/>
          <w:u w:val="single"/>
          <w:lang w:eastAsia="pl-PL"/>
        </w:rPr>
        <w:t>Zakup odzieży roboczej i środków ochrony indywidualnej</w:t>
      </w:r>
      <w:bookmarkEnd w:id="0"/>
      <w:r w:rsidRPr="00D7079E">
        <w:rPr>
          <w:rFonts w:ascii="Arial" w:eastAsia="Times New Roman" w:hAnsi="Arial" w:cs="Arial"/>
          <w:b/>
          <w:bCs/>
          <w:color w:val="2F5496" w:themeColor="accent1" w:themeShade="BF"/>
          <w:sz w:val="24"/>
          <w:szCs w:val="24"/>
          <w:u w:val="single"/>
          <w:lang w:eastAsia="pl-PL"/>
        </w:rPr>
        <w:t>”</w:t>
      </w:r>
      <w:bookmarkStart w:id="1" w:name="_GoBack"/>
      <w:bookmarkEnd w:id="1"/>
    </w:p>
    <w:p w14:paraId="07C3DA1C" w14:textId="77777777" w:rsidR="00A4197A" w:rsidRPr="00A4197A" w:rsidRDefault="00A4197A" w:rsidP="00A4197A">
      <w:pPr>
        <w:tabs>
          <w:tab w:val="left" w:pos="364"/>
          <w:tab w:val="left" w:pos="406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20415EC" w14:textId="2E77F672" w:rsidR="00557614" w:rsidRPr="007F0BFF" w:rsidRDefault="00A4197A" w:rsidP="00A4197A">
      <w:pPr>
        <w:jc w:val="center"/>
        <w:rPr>
          <w:rFonts w:ascii="Arial" w:hAnsi="Arial" w:cs="Arial"/>
          <w:i/>
          <w:iCs/>
          <w:noProof/>
          <w:u w:val="single"/>
        </w:rPr>
      </w:pPr>
      <w:r>
        <w:rPr>
          <w:rFonts w:ascii="Arial" w:hAnsi="Arial" w:cs="Arial"/>
          <w:i/>
          <w:iCs/>
          <w:noProof/>
          <w:u w:val="single"/>
        </w:rPr>
        <w:t>Zdjęcie poglądowe</w:t>
      </w:r>
      <w:r w:rsidR="00557614" w:rsidRPr="007F0BFF">
        <w:rPr>
          <w:rFonts w:ascii="Arial" w:hAnsi="Arial" w:cs="Arial"/>
          <w:i/>
          <w:iCs/>
          <w:noProof/>
          <w:u w:val="single"/>
        </w:rPr>
        <w:t xml:space="preserve"> – </w:t>
      </w:r>
      <w:r w:rsidR="004D1AB5">
        <w:rPr>
          <w:rFonts w:ascii="Arial" w:hAnsi="Arial" w:cs="Arial"/>
          <w:i/>
          <w:iCs/>
          <w:noProof/>
          <w:u w:val="single"/>
        </w:rPr>
        <w:t>kurtka NADZÓR</w:t>
      </w:r>
    </w:p>
    <w:p w14:paraId="7FED2C03" w14:textId="41AD17E2" w:rsidR="00316612" w:rsidRPr="00316612" w:rsidRDefault="001E3075" w:rsidP="00316612">
      <w:r>
        <w:rPr>
          <w:noProof/>
        </w:rPr>
        <w:drawing>
          <wp:inline distT="0" distB="0" distL="0" distR="0" wp14:anchorId="79F444DA" wp14:editId="7E7858A6">
            <wp:extent cx="6037580" cy="4533900"/>
            <wp:effectExtent l="0" t="0" r="127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58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A660D" w14:textId="49A77119" w:rsidR="00B60446" w:rsidRDefault="00B60446" w:rsidP="007F53DC">
      <w:r>
        <w:t>ROZMIARY GRAFIKI:</w:t>
      </w:r>
    </w:p>
    <w:p w14:paraId="37AAA805" w14:textId="3F1432C3" w:rsidR="00B60446" w:rsidRDefault="00B60446" w:rsidP="00B60446">
      <w:pPr>
        <w:pStyle w:val="Akapitzlist"/>
        <w:numPr>
          <w:ilvl w:val="0"/>
          <w:numId w:val="1"/>
        </w:numPr>
      </w:pPr>
      <w:r>
        <w:t>NADZÓR – 3,2x19,5cm,</w:t>
      </w:r>
    </w:p>
    <w:p w14:paraId="5CE87930" w14:textId="01DF5265" w:rsidR="00B60446" w:rsidRDefault="00B60446" w:rsidP="00B60446">
      <w:pPr>
        <w:pStyle w:val="Akapitzlist"/>
        <w:numPr>
          <w:ilvl w:val="0"/>
          <w:numId w:val="1"/>
        </w:numPr>
      </w:pPr>
      <w:r>
        <w:t>LOGO SPÓŁKI – 13,5x13,5cm</w:t>
      </w:r>
    </w:p>
    <w:p w14:paraId="661810F3" w14:textId="5B50E013" w:rsidR="00B60446" w:rsidRDefault="00B60446" w:rsidP="00B60446">
      <w:pPr>
        <w:pStyle w:val="Akapitzlist"/>
        <w:numPr>
          <w:ilvl w:val="0"/>
          <w:numId w:val="1"/>
        </w:numPr>
      </w:pPr>
      <w:r>
        <w:t>994 – 4,8x11cm</w:t>
      </w:r>
    </w:p>
    <w:p w14:paraId="29FE619C" w14:textId="7924D549" w:rsidR="00B60446" w:rsidRPr="00902CC5" w:rsidRDefault="00B72785" w:rsidP="00B60446">
      <w:pPr>
        <w:pStyle w:val="Akapitzlist"/>
        <w:numPr>
          <w:ilvl w:val="0"/>
          <w:numId w:val="1"/>
        </w:numPr>
      </w:pPr>
      <w:hyperlink r:id="rId8" w:history="1">
        <w:r w:rsidR="00B60446" w:rsidRPr="00973EC4">
          <w:rPr>
            <w:rStyle w:val="Hipercze"/>
          </w:rPr>
          <w:t>www.wodociagileszczynskie.pl</w:t>
        </w:r>
      </w:hyperlink>
      <w:r w:rsidR="00B60446">
        <w:t xml:space="preserve"> –1</w:t>
      </w:r>
      <w:r w:rsidR="001E3075">
        <w:t>,</w:t>
      </w:r>
      <w:r w:rsidR="00B60446">
        <w:t>8x</w:t>
      </w:r>
      <w:r w:rsidR="001E3075">
        <w:t>24,7c</w:t>
      </w:r>
      <w:r w:rsidR="00B60446">
        <w:t>m</w:t>
      </w:r>
    </w:p>
    <w:sectPr w:rsidR="00B60446" w:rsidRPr="00902CC5" w:rsidSect="00A4197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646" w:right="924" w:bottom="902" w:left="907" w:header="709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53B66" w14:textId="77777777" w:rsidR="00FB2D7E" w:rsidRDefault="00FB2D7E">
      <w:r>
        <w:separator/>
      </w:r>
    </w:p>
  </w:endnote>
  <w:endnote w:type="continuationSeparator" w:id="0">
    <w:p w14:paraId="255D59A4" w14:textId="77777777" w:rsidR="00FB2D7E" w:rsidRDefault="00FB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28342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547CB" w14:textId="14802A89" w:rsidR="00250094" w:rsidRPr="00250094" w:rsidRDefault="00D7079E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13EC8245" wp14:editId="385B99F8">
          <wp:simplePos x="0" y="0"/>
          <wp:positionH relativeFrom="margin">
            <wp:align>center</wp:align>
          </wp:positionH>
          <wp:positionV relativeFrom="page">
            <wp:posOffset>9338945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209" name="Obraz 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12A82" w14:textId="77777777" w:rsidR="00FB2D7E" w:rsidRDefault="00FB2D7E">
      <w:r>
        <w:separator/>
      </w:r>
    </w:p>
  </w:footnote>
  <w:footnote w:type="continuationSeparator" w:id="0">
    <w:p w14:paraId="100D2FBF" w14:textId="77777777" w:rsidR="00FB2D7E" w:rsidRDefault="00FB2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426BC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3B0F8" w14:textId="14EB9318" w:rsidR="00250094" w:rsidRDefault="00D7079E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C76AE67" wp14:editId="4D4C4508">
          <wp:simplePos x="0" y="0"/>
          <wp:positionH relativeFrom="margin">
            <wp:posOffset>-1238250</wp:posOffset>
          </wp:positionH>
          <wp:positionV relativeFrom="paragraph">
            <wp:posOffset>-448310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208" name="Obraz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28D4E9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796D"/>
    <w:multiLevelType w:val="hybridMultilevel"/>
    <w:tmpl w:val="1F10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614"/>
    <w:rsid w:val="00094E56"/>
    <w:rsid w:val="001131C0"/>
    <w:rsid w:val="001178AA"/>
    <w:rsid w:val="00124627"/>
    <w:rsid w:val="00141110"/>
    <w:rsid w:val="001A24A7"/>
    <w:rsid w:val="001E3075"/>
    <w:rsid w:val="001F0B3E"/>
    <w:rsid w:val="001F4B3E"/>
    <w:rsid w:val="00250094"/>
    <w:rsid w:val="00280010"/>
    <w:rsid w:val="00316612"/>
    <w:rsid w:val="00386001"/>
    <w:rsid w:val="004D1AB5"/>
    <w:rsid w:val="00557614"/>
    <w:rsid w:val="005D551A"/>
    <w:rsid w:val="005F1E31"/>
    <w:rsid w:val="006262F7"/>
    <w:rsid w:val="006C6B76"/>
    <w:rsid w:val="006D033D"/>
    <w:rsid w:val="006E343F"/>
    <w:rsid w:val="00762097"/>
    <w:rsid w:val="00783F7E"/>
    <w:rsid w:val="007C2026"/>
    <w:rsid w:val="007F53DC"/>
    <w:rsid w:val="00841953"/>
    <w:rsid w:val="00881283"/>
    <w:rsid w:val="008E4C2A"/>
    <w:rsid w:val="00902CC5"/>
    <w:rsid w:val="0093225A"/>
    <w:rsid w:val="00983EC2"/>
    <w:rsid w:val="009B6F94"/>
    <w:rsid w:val="009D1CB7"/>
    <w:rsid w:val="00A4197A"/>
    <w:rsid w:val="00A42484"/>
    <w:rsid w:val="00A46F33"/>
    <w:rsid w:val="00A722E2"/>
    <w:rsid w:val="00A90464"/>
    <w:rsid w:val="00AB14EC"/>
    <w:rsid w:val="00AD31BE"/>
    <w:rsid w:val="00B164F5"/>
    <w:rsid w:val="00B23AAB"/>
    <w:rsid w:val="00B353FC"/>
    <w:rsid w:val="00B60446"/>
    <w:rsid w:val="00B674F8"/>
    <w:rsid w:val="00B71401"/>
    <w:rsid w:val="00B71B9E"/>
    <w:rsid w:val="00B72785"/>
    <w:rsid w:val="00B849D3"/>
    <w:rsid w:val="00BE758B"/>
    <w:rsid w:val="00BF3B76"/>
    <w:rsid w:val="00C31083"/>
    <w:rsid w:val="00C61676"/>
    <w:rsid w:val="00C924D7"/>
    <w:rsid w:val="00C957E9"/>
    <w:rsid w:val="00C958C7"/>
    <w:rsid w:val="00CD1262"/>
    <w:rsid w:val="00CD1B61"/>
    <w:rsid w:val="00CD3AC0"/>
    <w:rsid w:val="00D7079E"/>
    <w:rsid w:val="00DD7A72"/>
    <w:rsid w:val="00E06316"/>
    <w:rsid w:val="00E235B4"/>
    <w:rsid w:val="00E251B4"/>
    <w:rsid w:val="00E55733"/>
    <w:rsid w:val="00EE2A96"/>
    <w:rsid w:val="00F04408"/>
    <w:rsid w:val="00F36507"/>
    <w:rsid w:val="00FB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D66181A"/>
  <w15:chartTrackingRefBased/>
  <w15:docId w15:val="{74D7EE69-EEE7-4034-8D45-07DA66D7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761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197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60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9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leszczynskie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1</TotalTime>
  <Pages>1</Pages>
  <Words>29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3</cp:revision>
  <cp:lastPrinted>2025-03-13T13:00:00Z</cp:lastPrinted>
  <dcterms:created xsi:type="dcterms:W3CDTF">2025-03-13T13:22:00Z</dcterms:created>
  <dcterms:modified xsi:type="dcterms:W3CDTF">2025-03-14T06:20:00Z</dcterms:modified>
</cp:coreProperties>
</file>